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B393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20FF38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FDC953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27FEA" w:rsidRPr="00B27FEA">
        <w:rPr>
          <w:rFonts w:ascii="Corbel" w:hAnsi="Corbel"/>
          <w:i/>
          <w:smallCaps/>
          <w:sz w:val="24"/>
          <w:szCs w:val="24"/>
        </w:rPr>
        <w:t>2021-2023</w:t>
      </w:r>
    </w:p>
    <w:p w14:paraId="2B213BB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27FEA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4FD792F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27FEA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B27FEA">
        <w:rPr>
          <w:rFonts w:ascii="Corbel" w:hAnsi="Corbel"/>
          <w:sz w:val="20"/>
          <w:szCs w:val="20"/>
        </w:rPr>
        <w:t xml:space="preserve"> </w:t>
      </w:r>
      <w:r w:rsidR="00B27FEA" w:rsidRPr="00B27FEA">
        <w:rPr>
          <w:rFonts w:ascii="Corbel" w:hAnsi="Corbel"/>
          <w:sz w:val="20"/>
          <w:szCs w:val="20"/>
        </w:rPr>
        <w:t>2022/2023</w:t>
      </w:r>
    </w:p>
    <w:p w14:paraId="7B1ECA6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47B2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2A9A13F" w14:textId="77777777" w:rsidTr="00B819C8">
        <w:tc>
          <w:tcPr>
            <w:tcW w:w="2694" w:type="dxa"/>
            <w:vAlign w:val="center"/>
          </w:tcPr>
          <w:p w14:paraId="4495C8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325312" w14:textId="77777777" w:rsidR="0085747A" w:rsidRPr="00D04938" w:rsidRDefault="006E4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04938">
              <w:rPr>
                <w:rFonts w:ascii="Corbel" w:hAnsi="Corbel"/>
                <w:b w:val="0"/>
                <w:bCs/>
                <w:sz w:val="24"/>
                <w:szCs w:val="24"/>
              </w:rPr>
              <w:t>Ewaluacja projektu socjalnego</w:t>
            </w:r>
          </w:p>
        </w:tc>
      </w:tr>
      <w:tr w:rsidR="0085747A" w:rsidRPr="009C54AE" w14:paraId="7E70B36C" w14:textId="77777777" w:rsidTr="00B819C8">
        <w:tc>
          <w:tcPr>
            <w:tcW w:w="2694" w:type="dxa"/>
            <w:vAlign w:val="center"/>
          </w:tcPr>
          <w:p w14:paraId="009BC13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4FE77E" w14:textId="77777777" w:rsidR="0085747A" w:rsidRPr="009C54AE" w:rsidRDefault="006E4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P2S[3]F_09</w:t>
            </w:r>
          </w:p>
        </w:tc>
      </w:tr>
      <w:tr w:rsidR="0085747A" w:rsidRPr="009C54AE" w14:paraId="0A4A4A60" w14:textId="77777777" w:rsidTr="00B819C8">
        <w:tc>
          <w:tcPr>
            <w:tcW w:w="2694" w:type="dxa"/>
            <w:vAlign w:val="center"/>
          </w:tcPr>
          <w:p w14:paraId="44A03C2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2FAE9B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2C54EF4" w14:textId="77777777" w:rsidTr="00B819C8">
        <w:tc>
          <w:tcPr>
            <w:tcW w:w="2694" w:type="dxa"/>
            <w:vAlign w:val="center"/>
          </w:tcPr>
          <w:p w14:paraId="5F1405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141062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4F7D6C" w14:textId="77777777" w:rsidTr="00B819C8">
        <w:tc>
          <w:tcPr>
            <w:tcW w:w="2694" w:type="dxa"/>
            <w:vAlign w:val="center"/>
          </w:tcPr>
          <w:p w14:paraId="6672A7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9D4AE8" w14:textId="6F6514C8" w:rsidR="0085747A" w:rsidRPr="009C54AE" w:rsidRDefault="00D049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C2B0D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85747A" w:rsidRPr="009C54AE" w14:paraId="72A4ACE7" w14:textId="77777777" w:rsidTr="00B819C8">
        <w:tc>
          <w:tcPr>
            <w:tcW w:w="2694" w:type="dxa"/>
            <w:vAlign w:val="center"/>
          </w:tcPr>
          <w:p w14:paraId="2C8B7B9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E112425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E4BD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48E29595" w14:textId="77777777" w:rsidTr="00B819C8">
        <w:tc>
          <w:tcPr>
            <w:tcW w:w="2694" w:type="dxa"/>
            <w:vAlign w:val="center"/>
          </w:tcPr>
          <w:p w14:paraId="328A17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BCED25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8DC35DA" w14:textId="77777777" w:rsidTr="00B819C8">
        <w:tc>
          <w:tcPr>
            <w:tcW w:w="2694" w:type="dxa"/>
            <w:vAlign w:val="center"/>
          </w:tcPr>
          <w:p w14:paraId="379159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2D3F24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2F5D320" w14:textId="77777777" w:rsidTr="00B819C8">
        <w:tc>
          <w:tcPr>
            <w:tcW w:w="2694" w:type="dxa"/>
            <w:vAlign w:val="center"/>
          </w:tcPr>
          <w:p w14:paraId="030AA3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34B44D" w14:textId="77777777" w:rsidR="0085747A" w:rsidRPr="009C54AE" w:rsidRDefault="008A4DBB" w:rsidP="00071C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14C7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6E4BD8">
              <w:rPr>
                <w:rFonts w:ascii="Corbel" w:hAnsi="Corbel"/>
                <w:b w:val="0"/>
                <w:sz w:val="24"/>
                <w:szCs w:val="24"/>
              </w:rPr>
              <w:t>2, semestr II</w:t>
            </w:r>
            <w:r w:rsidR="00071CE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9F8EDB6" w14:textId="77777777" w:rsidTr="00B819C8">
        <w:tc>
          <w:tcPr>
            <w:tcW w:w="2694" w:type="dxa"/>
            <w:vAlign w:val="center"/>
          </w:tcPr>
          <w:p w14:paraId="0BB16B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7DECFA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31C1F2A" w14:textId="77777777" w:rsidTr="00B819C8">
        <w:tc>
          <w:tcPr>
            <w:tcW w:w="2694" w:type="dxa"/>
            <w:vAlign w:val="center"/>
          </w:tcPr>
          <w:p w14:paraId="0DC4567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366DB9" w14:textId="3C05983D" w:rsidR="00923D7D" w:rsidRPr="009C54AE" w:rsidRDefault="00D049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0EC1ABF7" w14:textId="77777777" w:rsidTr="00B819C8">
        <w:tc>
          <w:tcPr>
            <w:tcW w:w="2694" w:type="dxa"/>
            <w:vAlign w:val="center"/>
          </w:tcPr>
          <w:p w14:paraId="68E430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1CD91B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122C291A" w14:textId="77777777" w:rsidTr="00B819C8">
        <w:tc>
          <w:tcPr>
            <w:tcW w:w="2694" w:type="dxa"/>
            <w:vAlign w:val="center"/>
          </w:tcPr>
          <w:p w14:paraId="36EEDD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AD94A5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433195E6" w14:textId="77777777" w:rsidR="00923D7D" w:rsidRPr="009C54AE" w:rsidRDefault="0085747A" w:rsidP="000C660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06F05" w14:textId="77777777" w:rsidR="00923D7D" w:rsidRDefault="0085747A" w:rsidP="000C66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C00430" w14:textId="77777777" w:rsidR="00B27FEA" w:rsidRPr="009C54AE" w:rsidRDefault="00B27FEA" w:rsidP="000C660C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41122B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521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3467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7A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44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394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D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85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A6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BB6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C3B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AC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A4F2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C2D5" w14:textId="77777777" w:rsidR="00015B8F" w:rsidRPr="009C54AE" w:rsidRDefault="00FE3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8A4DBB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455C" w14:textId="3DAE303B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CE69" w14:textId="5E7D19A1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72E1" w14:textId="77777777" w:rsidR="00015B8F" w:rsidRPr="009C54AE" w:rsidRDefault="00071C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E852" w14:textId="004D194C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6FAD" w14:textId="28D029FD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0A2D" w14:textId="54E79D49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4161" w14:textId="5489E198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08B2" w14:textId="48A06986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6211" w14:textId="77777777" w:rsidR="00015B8F" w:rsidRPr="009C54AE" w:rsidRDefault="00071C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E4E3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F12A76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F6C5E8" w14:textId="77777777" w:rsidR="00B27FEA" w:rsidRPr="009C54AE" w:rsidRDefault="00B27FE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D135BB3" w14:textId="77777777" w:rsidR="0085747A" w:rsidRPr="009C54AE" w:rsidRDefault="00B27FE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E66A6F" w:rsidRPr="00E66A6F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AB1DD2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7D4B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D59BA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C070F7" w14:textId="77777777" w:rsidR="00B27FEA" w:rsidRDefault="00B27FE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BA88C6" w14:textId="77777777" w:rsidR="009C54AE" w:rsidRDefault="00614C7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A1DF3F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26058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FAE0279" w14:textId="77777777" w:rsidR="00B27FEA" w:rsidRPr="009C54AE" w:rsidRDefault="00B27FE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6B3833B" w14:textId="77777777" w:rsidTr="00745302">
        <w:tc>
          <w:tcPr>
            <w:tcW w:w="9670" w:type="dxa"/>
          </w:tcPr>
          <w:p w14:paraId="51A1C947" w14:textId="7E59738B" w:rsidR="0085747A" w:rsidRPr="009C54AE" w:rsidRDefault="008A4DBB" w:rsidP="00614C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przedmiotu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socjalnej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geneza i rozwój.</w:t>
            </w:r>
          </w:p>
        </w:tc>
      </w:tr>
    </w:tbl>
    <w:p w14:paraId="6FBE517C" w14:textId="77777777" w:rsidR="006E4BD8" w:rsidRDefault="006E4B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490731" w14:textId="77777777" w:rsidR="0085747A" w:rsidRPr="00C05F44" w:rsidRDefault="00B27FE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A5DA76" w14:textId="77777777" w:rsidR="00B27FEA" w:rsidRDefault="00B27FEA" w:rsidP="000C660C">
      <w:pPr>
        <w:pStyle w:val="Podpunkty"/>
        <w:rPr>
          <w:rFonts w:ascii="Corbel" w:hAnsi="Corbel"/>
          <w:sz w:val="24"/>
          <w:szCs w:val="24"/>
        </w:rPr>
      </w:pPr>
    </w:p>
    <w:p w14:paraId="1CBABDDB" w14:textId="77777777" w:rsidR="00F83B28" w:rsidRDefault="0071620A" w:rsidP="000C660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123DFF" w14:textId="77777777" w:rsidR="00B27FEA" w:rsidRPr="000C660C" w:rsidRDefault="00B27FEA" w:rsidP="000C660C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E4BD8" w:rsidRPr="009C54AE" w14:paraId="7568E4F6" w14:textId="77777777" w:rsidTr="008A4DB6">
        <w:tc>
          <w:tcPr>
            <w:tcW w:w="851" w:type="dxa"/>
            <w:vAlign w:val="center"/>
          </w:tcPr>
          <w:p w14:paraId="2DE12565" w14:textId="77777777" w:rsidR="006E4BD8" w:rsidRPr="009C54AE" w:rsidRDefault="006E4B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316471A7" w14:textId="77777777" w:rsidR="006E4BD8" w:rsidRPr="006E4BD8" w:rsidRDefault="006E4BD8" w:rsidP="00D049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Przekazanie studentom wiedzy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realizacji</w:t>
            </w:r>
            <w:r>
              <w:rPr>
                <w:rFonts w:ascii="Corbel" w:hAnsi="Corbel"/>
                <w:sz w:val="24"/>
                <w:szCs w:val="24"/>
              </w:rPr>
              <w:t xml:space="preserve"> procesu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ewaluacji projektu socjalnego.</w:t>
            </w:r>
          </w:p>
        </w:tc>
      </w:tr>
      <w:tr w:rsidR="006E4BD8" w:rsidRPr="009C54AE" w14:paraId="7CF1B805" w14:textId="77777777" w:rsidTr="008A4DB6">
        <w:tc>
          <w:tcPr>
            <w:tcW w:w="851" w:type="dxa"/>
            <w:vAlign w:val="center"/>
          </w:tcPr>
          <w:p w14:paraId="5424B4A4" w14:textId="77777777" w:rsidR="006E4BD8" w:rsidRPr="009C54AE" w:rsidRDefault="006E4B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F32DA69" w14:textId="77777777" w:rsidR="006E4BD8" w:rsidRPr="006E4BD8" w:rsidRDefault="006E4BD8" w:rsidP="00D049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Wykształcenie u studentów umiejętności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8A4DBB">
              <w:rPr>
                <w:rFonts w:ascii="Corbel" w:hAnsi="Corbel"/>
                <w:sz w:val="24"/>
                <w:szCs w:val="24"/>
              </w:rPr>
              <w:t>realizacji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procesu ewaluacji projektu socjalnego</w:t>
            </w:r>
          </w:p>
        </w:tc>
      </w:tr>
    </w:tbl>
    <w:p w14:paraId="602D9B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BD8319" w14:textId="77777777" w:rsidR="001D7B54" w:rsidRDefault="009F4610" w:rsidP="000C660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5B2835" w14:textId="77777777" w:rsidR="00B27FEA" w:rsidRPr="009C54AE" w:rsidRDefault="00B27FEA" w:rsidP="000C660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4DD7B1A" w14:textId="77777777" w:rsidTr="0071620A">
        <w:tc>
          <w:tcPr>
            <w:tcW w:w="1701" w:type="dxa"/>
            <w:vAlign w:val="center"/>
          </w:tcPr>
          <w:p w14:paraId="71222F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8DCE6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3546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4B188F" w14:textId="77777777" w:rsidTr="005E6E85">
        <w:tc>
          <w:tcPr>
            <w:tcW w:w="1701" w:type="dxa"/>
          </w:tcPr>
          <w:p w14:paraId="1FC88AE9" w14:textId="77777777"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B85C6C9" w14:textId="36DCF5FB" w:rsidR="00071CEC" w:rsidRPr="009C54AE" w:rsidRDefault="00D04938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osiada pogłębioną  wiedzę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dotyczącą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 sposobów  pozyskiwania danych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na potrzeby ewaluacji projektu socjalnego</w:t>
            </w:r>
          </w:p>
        </w:tc>
        <w:tc>
          <w:tcPr>
            <w:tcW w:w="1873" w:type="dxa"/>
          </w:tcPr>
          <w:p w14:paraId="06280B6D" w14:textId="77777777" w:rsidR="0085747A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2CEEA064" w14:textId="77777777" w:rsidTr="005E6E85">
        <w:tc>
          <w:tcPr>
            <w:tcW w:w="1701" w:type="dxa"/>
          </w:tcPr>
          <w:p w14:paraId="60F9F61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63EABC" w14:textId="46C1AF55" w:rsidR="00071CEC" w:rsidRPr="009C54AE" w:rsidRDefault="00D04938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w zakresie stosowania  różnorodnych metod, technik i narzędzi badawczych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na potrzeby ewaluacji projektu socjalnego</w:t>
            </w:r>
          </w:p>
        </w:tc>
        <w:tc>
          <w:tcPr>
            <w:tcW w:w="1873" w:type="dxa"/>
          </w:tcPr>
          <w:p w14:paraId="44312894" w14:textId="77777777" w:rsidR="0085747A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071CEC" w:rsidRPr="009C54AE" w14:paraId="607B5BE5" w14:textId="77777777" w:rsidTr="005E6E85">
        <w:tc>
          <w:tcPr>
            <w:tcW w:w="1701" w:type="dxa"/>
          </w:tcPr>
          <w:p w14:paraId="598BE203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6A6414" w14:textId="02F1AF65" w:rsidR="00071CEC" w:rsidRPr="009C54AE" w:rsidRDefault="00D04938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krytycznego analizowania  przyczyn i przebiegu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procesów oraz zjawisk istotnych w kontekście realizacji projektu socjalnego</w:t>
            </w:r>
          </w:p>
        </w:tc>
        <w:tc>
          <w:tcPr>
            <w:tcW w:w="1873" w:type="dxa"/>
          </w:tcPr>
          <w:p w14:paraId="1A8E4F0D" w14:textId="77777777" w:rsidR="00071CEC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71CEC" w:rsidRPr="009C54AE" w14:paraId="7C6CCF7C" w14:textId="77777777" w:rsidTr="005E6E85">
        <w:tc>
          <w:tcPr>
            <w:tcW w:w="1701" w:type="dxa"/>
          </w:tcPr>
          <w:p w14:paraId="7781468A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57C20FB" w14:textId="0F16C157" w:rsidR="00071CEC" w:rsidRPr="009C54AE" w:rsidRDefault="00D04938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otrafi wykorzystywać wiedzę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pochodzącą z ewaluacji w celu doskonalenia projektu socjalnego</w:t>
            </w:r>
          </w:p>
        </w:tc>
        <w:tc>
          <w:tcPr>
            <w:tcW w:w="1873" w:type="dxa"/>
          </w:tcPr>
          <w:p w14:paraId="760A18F8" w14:textId="77777777" w:rsidR="00071CEC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71CEC" w:rsidRPr="009C54AE" w14:paraId="025BC2E4" w14:textId="77777777" w:rsidTr="005E6E85">
        <w:tc>
          <w:tcPr>
            <w:tcW w:w="1701" w:type="dxa"/>
          </w:tcPr>
          <w:p w14:paraId="7560CFBD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E0E8411" w14:textId="518B90EE" w:rsidR="00071CEC" w:rsidRPr="009C54AE" w:rsidRDefault="00D04938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est przekonany o zawodowej i etycznej odpowiedzialności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związanej z realizacją procesu ewaluacji projektu socjalnego oraz ma świadomość znaczenia odpowiedzialnego formułowania rekomendacji na podstawie przeprowadzonych badań</w:t>
            </w:r>
          </w:p>
        </w:tc>
        <w:tc>
          <w:tcPr>
            <w:tcW w:w="1873" w:type="dxa"/>
          </w:tcPr>
          <w:p w14:paraId="2DED4423" w14:textId="77777777" w:rsidR="00071CEC" w:rsidRPr="009C54AE" w:rsidRDefault="006E4BD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155065F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3A27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5CD739" w14:textId="77777777" w:rsidR="00B27FEA" w:rsidRPr="009C54AE" w:rsidRDefault="00B27FE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F668BD" w14:textId="77777777" w:rsidR="00D04938" w:rsidRDefault="00D04938" w:rsidP="00D04938">
      <w:pPr>
        <w:pStyle w:val="Akapitzlist"/>
        <w:numPr>
          <w:ilvl w:val="0"/>
          <w:numId w:val="2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A1D00F1" w14:textId="77777777" w:rsidR="00D04938" w:rsidRDefault="00D04938" w:rsidP="00D0493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04938" w14:paraId="243BAF3A" w14:textId="77777777" w:rsidTr="00D0493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9CEB4" w14:textId="77777777" w:rsidR="00D04938" w:rsidRDefault="00D0493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4938" w14:paraId="7F84FFBC" w14:textId="77777777" w:rsidTr="00D0493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2EB0" w14:textId="2C53BB6C" w:rsidR="00D04938" w:rsidRDefault="00D0493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A788FE1" w14:textId="77777777" w:rsidR="00D04938" w:rsidRDefault="00D04938" w:rsidP="00D0493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1B96253" w14:textId="31CDAD27" w:rsidR="0085747A" w:rsidRDefault="0085747A" w:rsidP="000C660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FFDE1F8" w14:textId="77777777" w:rsidR="00B27FEA" w:rsidRPr="000C660C" w:rsidRDefault="00B27FEA" w:rsidP="00B27FE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93EA42" w14:textId="77777777" w:rsidTr="00923D7D">
        <w:tc>
          <w:tcPr>
            <w:tcW w:w="9639" w:type="dxa"/>
          </w:tcPr>
          <w:p w14:paraId="59D2BC7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0B180AE" w14:textId="77777777" w:rsidTr="00923D7D">
        <w:tc>
          <w:tcPr>
            <w:tcW w:w="9639" w:type="dxa"/>
          </w:tcPr>
          <w:p w14:paraId="311FEC1A" w14:textId="54C76542" w:rsidR="0063131C" w:rsidRPr="009E33AE" w:rsidRDefault="004E5439" w:rsidP="004E54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 xml:space="preserve">Czym projekt socjalny? Struktura projektu socjalnego, tworzenie projektu socjalnego, diagnoza problemów, stawianie celów, przypisywanie działań prowadzących do osiągnięcia </w:t>
            </w:r>
            <w:r w:rsidRPr="004E5439">
              <w:rPr>
                <w:rFonts w:ascii="Corbel" w:hAnsi="Corbel"/>
                <w:sz w:val="24"/>
                <w:szCs w:val="24"/>
              </w:rPr>
              <w:lastRenderedPageBreak/>
              <w:t xml:space="preserve">postawionego celu, dobór wskaźników monitorowania i ewaluacji, struktura zarządzania projektem socjalnym, finansowanie projektu socjalnego </w:t>
            </w:r>
          </w:p>
        </w:tc>
      </w:tr>
      <w:tr w:rsidR="009E33AE" w:rsidRPr="009C54AE" w14:paraId="5B3366B9" w14:textId="77777777" w:rsidTr="00923D7D">
        <w:tc>
          <w:tcPr>
            <w:tcW w:w="9639" w:type="dxa"/>
          </w:tcPr>
          <w:p w14:paraId="24A267E2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lastRenderedPageBreak/>
              <w:t>Wprowadzenie do ewaluacji. Definicje ewaluacji, ewaluacja a audyt, a kontrola, a monitoring, a akredytacja. Rodzaje ewaluacji ze względu na czas jej realizacji, ewaluacja ex ante, ex post, on going, mid term – ich silne i słabe strony.</w:t>
            </w:r>
          </w:p>
          <w:p w14:paraId="05780652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Ewaluacja zewnętrzna, ewaluacja wewnętrzna, autoewaluacja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ewaluacja </w:t>
            </w:r>
            <w:r>
              <w:rPr>
                <w:rFonts w:ascii="Corbel" w:hAnsi="Corbel"/>
                <w:sz w:val="24"/>
                <w:szCs w:val="24"/>
              </w:rPr>
              <w:t>hybrydowa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– ich </w:t>
            </w:r>
            <w:r>
              <w:rPr>
                <w:rFonts w:ascii="Corbel" w:hAnsi="Corbel"/>
                <w:sz w:val="24"/>
                <w:szCs w:val="24"/>
              </w:rPr>
              <w:t>mocne i słabe strony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8973A9F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Ewaluacje strategiczne a ewaluacje operacyjne</w:t>
            </w:r>
          </w:p>
          <w:p w14:paraId="0CB0E6DE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Miejsce i rola ewaluacji w procesie zarządzania projektem socjalnym.</w:t>
            </w:r>
          </w:p>
          <w:p w14:paraId="799584D9" w14:textId="77777777" w:rsid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Kryteria ewaluacji. Pytania ewaluacyjne</w:t>
            </w:r>
          </w:p>
          <w:p w14:paraId="0F7373F0" w14:textId="7F4E3A61" w:rsidR="009E33AE" w:rsidRPr="00D04938" w:rsidRDefault="004E5439" w:rsidP="00D04938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ewaluacji</w:t>
            </w:r>
          </w:p>
        </w:tc>
      </w:tr>
      <w:tr w:rsidR="009E33AE" w:rsidRPr="009C54AE" w14:paraId="27D0E951" w14:textId="77777777" w:rsidTr="00923D7D">
        <w:tc>
          <w:tcPr>
            <w:tcW w:w="9639" w:type="dxa"/>
          </w:tcPr>
          <w:p w14:paraId="5DF8AB4F" w14:textId="753C9520" w:rsidR="009E33AE" w:rsidRPr="009E33AE" w:rsidRDefault="004E5439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realizacja ewaluacji projektu socjalnego</w:t>
            </w:r>
          </w:p>
        </w:tc>
      </w:tr>
    </w:tbl>
    <w:p w14:paraId="149386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4AC9C" w14:textId="77777777" w:rsidR="0085747A" w:rsidRPr="009C54AE" w:rsidRDefault="009F4610" w:rsidP="000C66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AEDF0C" w14:textId="77777777" w:rsidR="00B27FEA" w:rsidRDefault="00B27FE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3AFAB4C" w14:textId="4B7A7273" w:rsidR="00384CA5" w:rsidRPr="00D04938" w:rsidRDefault="00D0493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D04938">
        <w:rPr>
          <w:rFonts w:ascii="Corbel" w:hAnsi="Corbel"/>
          <w:b w:val="0"/>
          <w:i/>
          <w:iCs/>
          <w:smallCaps w:val="0"/>
          <w:szCs w:val="24"/>
        </w:rPr>
        <w:t>Konwersatorium: p</w:t>
      </w:r>
      <w:r w:rsidR="00384CA5" w:rsidRPr="00D04938">
        <w:rPr>
          <w:rFonts w:ascii="Corbel" w:hAnsi="Corbel"/>
          <w:b w:val="0"/>
          <w:i/>
          <w:iCs/>
          <w:smallCaps w:val="0"/>
          <w:szCs w:val="24"/>
        </w:rPr>
        <w:t>rojekt badawczy (praca w grupach)</w:t>
      </w:r>
      <w:r w:rsidR="009E33AE" w:rsidRPr="00D04938">
        <w:rPr>
          <w:rFonts w:ascii="Corbel" w:hAnsi="Corbel"/>
          <w:b w:val="0"/>
          <w:i/>
          <w:iCs/>
          <w:smallCaps w:val="0"/>
          <w:szCs w:val="24"/>
        </w:rPr>
        <w:t>, dyskusja.</w:t>
      </w:r>
    </w:p>
    <w:p w14:paraId="754B57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6BA1D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2D27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4B648A" w14:textId="77777777" w:rsidR="0085747A" w:rsidRDefault="0085747A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5CC87F" w14:textId="77777777" w:rsidR="00B27FEA" w:rsidRPr="000C660C" w:rsidRDefault="00B27FEA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234FB9B" w14:textId="77777777" w:rsidTr="00C05F44">
        <w:tc>
          <w:tcPr>
            <w:tcW w:w="1985" w:type="dxa"/>
            <w:vAlign w:val="center"/>
          </w:tcPr>
          <w:p w14:paraId="768452C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678CC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919AD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4ED37E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86EC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477F1" w:rsidRPr="009C54AE" w14:paraId="6148264A" w14:textId="77777777" w:rsidTr="00C05F44">
        <w:tc>
          <w:tcPr>
            <w:tcW w:w="1985" w:type="dxa"/>
          </w:tcPr>
          <w:p w14:paraId="05A54733" w14:textId="77777777" w:rsidR="001477F1" w:rsidRPr="009C54AE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30A9137F" w14:textId="77777777" w:rsidR="001477F1" w:rsidRPr="00D04938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615DA9CE" w14:textId="5C1FFC86" w:rsidR="001477F1" w:rsidRPr="00D04938" w:rsidRDefault="008A4DBB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r w:rsidR="00D0493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4DBB" w:rsidRPr="009C54AE" w14:paraId="4E85E35F" w14:textId="77777777" w:rsidTr="00C05F44">
        <w:tc>
          <w:tcPr>
            <w:tcW w:w="1985" w:type="dxa"/>
          </w:tcPr>
          <w:p w14:paraId="27F1D8A6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4112423" w14:textId="77777777" w:rsidR="008A4DBB" w:rsidRPr="00D04938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20A3FF4D" w14:textId="485E6AAC" w:rsidR="008A4DBB" w:rsidRPr="00D04938" w:rsidRDefault="00D04938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4DBB" w:rsidRPr="009C54AE" w14:paraId="2B4FAC71" w14:textId="77777777" w:rsidTr="00C05F44">
        <w:tc>
          <w:tcPr>
            <w:tcW w:w="1985" w:type="dxa"/>
          </w:tcPr>
          <w:p w14:paraId="01708869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2DCFE7" w14:textId="77777777" w:rsidR="008A4DBB" w:rsidRPr="00D04938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598DADC1" w14:textId="692F2F5C" w:rsidR="008A4DBB" w:rsidRPr="00D04938" w:rsidRDefault="00D04938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4DBB" w:rsidRPr="009C54AE" w14:paraId="66E0AE51" w14:textId="77777777" w:rsidTr="00C05F44">
        <w:tc>
          <w:tcPr>
            <w:tcW w:w="1985" w:type="dxa"/>
          </w:tcPr>
          <w:p w14:paraId="2A973109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540F2C6" w14:textId="77777777" w:rsidR="008A4DBB" w:rsidRPr="00D04938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27AE5ADE" w14:textId="5238DC53" w:rsidR="008A4DBB" w:rsidRPr="00D04938" w:rsidRDefault="00D04938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4DBB" w:rsidRPr="009C54AE" w14:paraId="49612F7C" w14:textId="77777777" w:rsidTr="00C05F44">
        <w:tc>
          <w:tcPr>
            <w:tcW w:w="1985" w:type="dxa"/>
          </w:tcPr>
          <w:p w14:paraId="548C580E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71AE9E1" w14:textId="77777777" w:rsidR="008A4DBB" w:rsidRPr="00D04938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4E8B1994" w14:textId="6876B294" w:rsidR="008A4DBB" w:rsidRPr="00D04938" w:rsidRDefault="00D04938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067976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27AE06" w14:textId="77777777" w:rsidR="00923D7D" w:rsidRDefault="003E1941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A4BD5BA" w14:textId="77777777" w:rsidR="00B27FEA" w:rsidRPr="009C54AE" w:rsidRDefault="00B27FEA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E4920ED" w14:textId="77777777" w:rsidTr="00923D7D">
        <w:tc>
          <w:tcPr>
            <w:tcW w:w="9670" w:type="dxa"/>
          </w:tcPr>
          <w:p w14:paraId="0A53073B" w14:textId="77777777" w:rsidR="0085747A" w:rsidRPr="009C54AE" w:rsidRDefault="00384CA5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(1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wkładu w pr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zygotowanie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projektu badania ewaluacyjnego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(2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; (3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ustnego weryfikującego wiedzę z zakresu projektowania i realizacji badań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ewaluacyjnych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z kolokwium oraz uzyskanie pozytywnej oceny wkładu w przygotowanie projektu 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badania ewaluacyjnego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. Waga oceny z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kolokwium oraz oceny wkładu w przygotow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anie projektu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badania ewaluacyjnego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– po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50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%. Osoby wykazujące aktywność podczas zajęć otrzymują premię o 0,5 stopnia. </w:t>
            </w:r>
          </w:p>
        </w:tc>
      </w:tr>
    </w:tbl>
    <w:p w14:paraId="4680EA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993BE" w14:textId="77777777" w:rsidR="004E5439" w:rsidRPr="009C54AE" w:rsidRDefault="004E54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95BEF5" w14:textId="77777777" w:rsidR="0085747A" w:rsidRDefault="00B27FEA" w:rsidP="000C66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CB9C2A" w14:textId="77777777" w:rsidR="00B27FEA" w:rsidRPr="000C660C" w:rsidRDefault="00B27FEA" w:rsidP="000C66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3322C39" w14:textId="77777777" w:rsidTr="003E1941">
        <w:tc>
          <w:tcPr>
            <w:tcW w:w="4962" w:type="dxa"/>
            <w:vAlign w:val="center"/>
          </w:tcPr>
          <w:p w14:paraId="0332C4F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DBAD2B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AE8ABE" w14:textId="77777777" w:rsidTr="00923D7D">
        <w:tc>
          <w:tcPr>
            <w:tcW w:w="4962" w:type="dxa"/>
          </w:tcPr>
          <w:p w14:paraId="06D72F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83C41A2" w14:textId="77777777" w:rsidR="0085747A" w:rsidRPr="009C54AE" w:rsidRDefault="00DE43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2B35049" w14:textId="77777777" w:rsidTr="00923D7D">
        <w:tc>
          <w:tcPr>
            <w:tcW w:w="4962" w:type="dxa"/>
          </w:tcPr>
          <w:p w14:paraId="650D58E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18E43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F72E2C" w14:textId="77777777" w:rsidR="00C61DC5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410526C" w14:textId="77777777" w:rsidTr="00923D7D">
        <w:tc>
          <w:tcPr>
            <w:tcW w:w="4962" w:type="dxa"/>
          </w:tcPr>
          <w:p w14:paraId="241BD59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ADCD55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4F2721B" w14:textId="77777777" w:rsidR="00C61DC5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0921158" w14:textId="77777777" w:rsidTr="00923D7D">
        <w:tc>
          <w:tcPr>
            <w:tcW w:w="4962" w:type="dxa"/>
          </w:tcPr>
          <w:p w14:paraId="4136C03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77F229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E125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3A5DF0F" w14:textId="77777777" w:rsidTr="00923D7D">
        <w:tc>
          <w:tcPr>
            <w:tcW w:w="4962" w:type="dxa"/>
          </w:tcPr>
          <w:p w14:paraId="0EB03F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A922519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D6B3E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44F9D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3258F8" w14:textId="77777777" w:rsidR="0085747A" w:rsidRDefault="0071620A" w:rsidP="000C66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98BF916" w14:textId="77777777" w:rsidR="00B27FEA" w:rsidRPr="009C54AE" w:rsidRDefault="00B27FEA" w:rsidP="000C66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27FEA" w:rsidRPr="009C54AE" w14:paraId="2F64F790" w14:textId="77777777" w:rsidTr="0071620A">
        <w:trPr>
          <w:trHeight w:val="397"/>
        </w:trPr>
        <w:tc>
          <w:tcPr>
            <w:tcW w:w="3544" w:type="dxa"/>
          </w:tcPr>
          <w:p w14:paraId="49DF9669" w14:textId="77777777" w:rsidR="00B27FEA" w:rsidRPr="009C54AE" w:rsidRDefault="00B27FEA" w:rsidP="00B27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9A16AF" w14:textId="77777777" w:rsidR="00B27FEA" w:rsidRPr="00D04938" w:rsidRDefault="00B27FEA" w:rsidP="00B27FEA">
            <w:pPr>
              <w:rPr>
                <w:smallCaps/>
              </w:rPr>
            </w:pPr>
            <w:r w:rsidRPr="00D04938">
              <w:rPr>
                <w:smallCaps/>
              </w:rPr>
              <w:t>Nie dotyczy</w:t>
            </w:r>
          </w:p>
        </w:tc>
      </w:tr>
      <w:tr w:rsidR="00B27FEA" w:rsidRPr="009C54AE" w14:paraId="19474CB8" w14:textId="77777777" w:rsidTr="0071620A">
        <w:trPr>
          <w:trHeight w:val="397"/>
        </w:trPr>
        <w:tc>
          <w:tcPr>
            <w:tcW w:w="3544" w:type="dxa"/>
          </w:tcPr>
          <w:p w14:paraId="4F7A2DCC" w14:textId="77777777" w:rsidR="00B27FEA" w:rsidRPr="009C54AE" w:rsidRDefault="00B27FEA" w:rsidP="00B27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3BC6D3" w14:textId="77777777" w:rsidR="00B27FEA" w:rsidRPr="00D04938" w:rsidRDefault="00B27FEA" w:rsidP="00B27FEA">
            <w:pPr>
              <w:rPr>
                <w:smallCaps/>
              </w:rPr>
            </w:pPr>
            <w:r w:rsidRPr="00D04938">
              <w:rPr>
                <w:smallCaps/>
              </w:rPr>
              <w:t>Nie dotyczy</w:t>
            </w:r>
          </w:p>
        </w:tc>
      </w:tr>
    </w:tbl>
    <w:p w14:paraId="5F56EDE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F2C16B" w14:textId="77777777" w:rsidR="00960640" w:rsidRPr="009C54AE" w:rsidRDefault="00960640" w:rsidP="000C66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F2E650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47A46A1" w14:textId="77777777" w:rsidR="00B27FEA" w:rsidRPr="009C54AE" w:rsidRDefault="00B27F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1066283" w14:textId="77777777" w:rsidTr="000C660C">
        <w:trPr>
          <w:trHeight w:val="397"/>
        </w:trPr>
        <w:tc>
          <w:tcPr>
            <w:tcW w:w="9639" w:type="dxa"/>
          </w:tcPr>
          <w:p w14:paraId="11F477D7" w14:textId="77777777" w:rsidR="0085747A" w:rsidRDefault="0085747A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A63591" w14:textId="4DBAF721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Bienias S., Strzęboszewki P., Opałka E.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Ewaluacja. Podręcznik dla pracowników administracji publicznej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Regionalnego.</w:t>
            </w:r>
          </w:p>
          <w:p w14:paraId="37B37DC0" w14:textId="3083A884" w:rsidR="00D04938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 L.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(2001).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Rozumienie ewaluacji w: J.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Ł. Grzelak, M. J. Sochocki ( red. )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profilaktyki problemów dzieci i młodzieży, 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Pracownia Profilaktyki Problemowej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5F292FF" w14:textId="08989AD6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 L.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(1997).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w edukacji, 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Oficyna Naukowa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5FE0D11" w14:textId="1703D4DF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Mechanizmy wykorzystania ewaluacji. Studium ewaluacji średniookresowych INTERREG III,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SCHOLAR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E480324" w14:textId="61433A5B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 i in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Realizacja badań ewaluacyjnych w świetle prawa zamówień publicznych,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BAD5E3C" w14:textId="6A7F05AB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K., Kozak M., Ledzion B. (red.)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Teoria i praktyka ewaluacji interwencji publicznych. Podręcznik akademicki,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Akademickie i Profesjonalne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504FBB1" w14:textId="1795C4FB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Piróg K.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(2017).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jako wiedza w służbie wartości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M. Zemło, A. Jabłoński, J. Szymczyk (red.), Wiedza a moralność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271DA" w:rsidRPr="004271DA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="004271DA" w:rsidRP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KUL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s. 299-312.</w:t>
            </w:r>
          </w:p>
          <w:p w14:paraId="2B386B40" w14:textId="27277C1E" w:rsidR="004E5439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Towarzystwo Ewaluacyjne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Standardy ewaluacji, Warszawa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Polskie Towarzystwo Ewaluacyjne.</w:t>
            </w:r>
          </w:p>
          <w:p w14:paraId="57CF1895" w14:textId="77777777" w:rsidR="00FE1256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Pylak K.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(2009).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Podręcznik ewaluacji projektów infrastrukturalnych. Czy twój projekt przyniósł zamierzone korzyści?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E7747B3" w14:textId="36683BE9" w:rsidR="004271DA" w:rsidRPr="009C54AE" w:rsidRDefault="004271DA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F1530E7" w14:textId="77777777" w:rsidTr="000C660C">
        <w:trPr>
          <w:trHeight w:val="397"/>
        </w:trPr>
        <w:tc>
          <w:tcPr>
            <w:tcW w:w="9639" w:type="dxa"/>
          </w:tcPr>
          <w:p w14:paraId="5CFE162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A13C9E" w14:textId="77777777" w:rsidR="004271DA" w:rsidRDefault="00690EF1" w:rsidP="004271DA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1DA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Haber A. (red.)</w:t>
            </w:r>
            <w:r w:rsidR="004271DA" w:rsidRPr="004271DA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(2007). </w:t>
            </w:r>
            <w:r w:rsidRPr="004271DA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Ewaluacja ex-post.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Teoria i praktyka badawcza,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 Agencja Rozwoju Przedsiębiorczości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0F7B925" w14:textId="37FCEDAC" w:rsidR="00690EF1" w:rsidRPr="00960640" w:rsidRDefault="00690EF1" w:rsidP="004271DA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Krajowa Jednostka Oceny, Ewaluacja Narodowego Planu Rozwoju i Programów Operacyjnych w Polsce. Poradnik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(2005).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Gospodarki i Pracy – Krajowa Jednostka Oceny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A86B8C7" w14:textId="0554C236" w:rsidR="00960640" w:rsidRDefault="00690EF1" w:rsidP="004271DA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S. (red.)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funduszy strukturalnych – perspektywa regionalna,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Akademia Ekonomiczna w Krakowie – Małopolska Szkoła Adminis</w:t>
            </w:r>
            <w:r w:rsid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tracji Publicznej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D6B7931" w14:textId="6ACBFCF0" w:rsidR="00FE1256" w:rsidRPr="00960640" w:rsidRDefault="00690EF1" w:rsidP="004271DA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 Rozwoju Regionalnego, Wytyczne nr 6 w zakresie ewaluacji programów operacyjnych na lata 2007-2013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B020188" w14:textId="77777777" w:rsidR="000C660C" w:rsidRDefault="000C660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01A2A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1CE6E" w14:textId="77777777" w:rsidR="00C52B81" w:rsidRDefault="00C52B81" w:rsidP="00C16ABF">
      <w:pPr>
        <w:spacing w:after="0" w:line="240" w:lineRule="auto"/>
      </w:pPr>
      <w:r>
        <w:separator/>
      </w:r>
    </w:p>
  </w:endnote>
  <w:endnote w:type="continuationSeparator" w:id="0">
    <w:p w14:paraId="37D44005" w14:textId="77777777" w:rsidR="00C52B81" w:rsidRDefault="00C52B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F600F" w14:textId="77777777" w:rsidR="00C52B81" w:rsidRDefault="00C52B81" w:rsidP="00C16ABF">
      <w:pPr>
        <w:spacing w:after="0" w:line="240" w:lineRule="auto"/>
      </w:pPr>
      <w:r>
        <w:separator/>
      </w:r>
    </w:p>
  </w:footnote>
  <w:footnote w:type="continuationSeparator" w:id="0">
    <w:p w14:paraId="3D7F4394" w14:textId="77777777" w:rsidR="00C52B81" w:rsidRDefault="00C52B81" w:rsidP="00C16ABF">
      <w:pPr>
        <w:spacing w:after="0" w:line="240" w:lineRule="auto"/>
      </w:pPr>
      <w:r>
        <w:continuationSeparator/>
      </w:r>
    </w:p>
  </w:footnote>
  <w:footnote w:id="1">
    <w:p w14:paraId="1717F4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9"/>
  </w:num>
  <w:num w:numId="4">
    <w:abstractNumId w:val="18"/>
  </w:num>
  <w:num w:numId="5">
    <w:abstractNumId w:val="13"/>
  </w:num>
  <w:num w:numId="6">
    <w:abstractNumId w:val="5"/>
  </w:num>
  <w:num w:numId="7">
    <w:abstractNumId w:val="20"/>
  </w:num>
  <w:num w:numId="8">
    <w:abstractNumId w:val="11"/>
  </w:num>
  <w:num w:numId="9">
    <w:abstractNumId w:val="9"/>
  </w:num>
  <w:num w:numId="10">
    <w:abstractNumId w:val="16"/>
  </w:num>
  <w:num w:numId="11">
    <w:abstractNumId w:val="12"/>
  </w:num>
  <w:num w:numId="12">
    <w:abstractNumId w:val="6"/>
  </w:num>
  <w:num w:numId="13">
    <w:abstractNumId w:val="17"/>
  </w:num>
  <w:num w:numId="14">
    <w:abstractNumId w:val="14"/>
  </w:num>
  <w:num w:numId="15">
    <w:abstractNumId w:val="0"/>
  </w:num>
  <w:num w:numId="16">
    <w:abstractNumId w:val="3"/>
  </w:num>
  <w:num w:numId="17">
    <w:abstractNumId w:val="2"/>
  </w:num>
  <w:num w:numId="18">
    <w:abstractNumId w:val="8"/>
  </w:num>
  <w:num w:numId="19">
    <w:abstractNumId w:val="15"/>
  </w:num>
  <w:num w:numId="20">
    <w:abstractNumId w:val="10"/>
  </w:num>
  <w:num w:numId="21">
    <w:abstractNumId w:val="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4A6"/>
    <w:rsid w:val="00042A51"/>
    <w:rsid w:val="00042D2E"/>
    <w:rsid w:val="00044C82"/>
    <w:rsid w:val="00070ED6"/>
    <w:rsid w:val="00071CEC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C660C"/>
    <w:rsid w:val="000D04B0"/>
    <w:rsid w:val="000F1C57"/>
    <w:rsid w:val="000F5615"/>
    <w:rsid w:val="00124BFF"/>
    <w:rsid w:val="0012560E"/>
    <w:rsid w:val="00127108"/>
    <w:rsid w:val="00134B13"/>
    <w:rsid w:val="00146BC0"/>
    <w:rsid w:val="001477F1"/>
    <w:rsid w:val="00153C41"/>
    <w:rsid w:val="00154381"/>
    <w:rsid w:val="001640A7"/>
    <w:rsid w:val="00164FA7"/>
    <w:rsid w:val="00166A03"/>
    <w:rsid w:val="001718A7"/>
    <w:rsid w:val="001737CF"/>
    <w:rsid w:val="00176083"/>
    <w:rsid w:val="00186F20"/>
    <w:rsid w:val="00192F37"/>
    <w:rsid w:val="001A70D2"/>
    <w:rsid w:val="001D657B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81FF2"/>
    <w:rsid w:val="002857DE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A95"/>
    <w:rsid w:val="00346FE9"/>
    <w:rsid w:val="0034759A"/>
    <w:rsid w:val="003503F6"/>
    <w:rsid w:val="003530DD"/>
    <w:rsid w:val="00363F78"/>
    <w:rsid w:val="00384CA5"/>
    <w:rsid w:val="003A0A5B"/>
    <w:rsid w:val="003A1176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1360"/>
    <w:rsid w:val="00414E3C"/>
    <w:rsid w:val="0042244A"/>
    <w:rsid w:val="004271D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76AD7"/>
    <w:rsid w:val="004840FD"/>
    <w:rsid w:val="00490F7D"/>
    <w:rsid w:val="00491678"/>
    <w:rsid w:val="00495B92"/>
    <w:rsid w:val="004968E2"/>
    <w:rsid w:val="004A3EEA"/>
    <w:rsid w:val="004A4D1F"/>
    <w:rsid w:val="004A6968"/>
    <w:rsid w:val="004D5282"/>
    <w:rsid w:val="004E5439"/>
    <w:rsid w:val="004F1551"/>
    <w:rsid w:val="004F55A3"/>
    <w:rsid w:val="0050496F"/>
    <w:rsid w:val="00513B6F"/>
    <w:rsid w:val="00517C63"/>
    <w:rsid w:val="005363C4"/>
    <w:rsid w:val="00536BDE"/>
    <w:rsid w:val="00543ACC"/>
    <w:rsid w:val="00561DB3"/>
    <w:rsid w:val="005624C0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418D"/>
    <w:rsid w:val="0061029B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90EF1"/>
    <w:rsid w:val="00696477"/>
    <w:rsid w:val="006C1983"/>
    <w:rsid w:val="006D050F"/>
    <w:rsid w:val="006D6139"/>
    <w:rsid w:val="006E145F"/>
    <w:rsid w:val="006E4BD8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276"/>
    <w:rsid w:val="008552A2"/>
    <w:rsid w:val="0085747A"/>
    <w:rsid w:val="00884922"/>
    <w:rsid w:val="00885F64"/>
    <w:rsid w:val="008917F9"/>
    <w:rsid w:val="00895EDA"/>
    <w:rsid w:val="008A45F7"/>
    <w:rsid w:val="008A4D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640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EB4"/>
    <w:rsid w:val="00B06142"/>
    <w:rsid w:val="00B135B1"/>
    <w:rsid w:val="00B27FEA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9ED"/>
    <w:rsid w:val="00C52B81"/>
    <w:rsid w:val="00C56036"/>
    <w:rsid w:val="00C61DC5"/>
    <w:rsid w:val="00C67E92"/>
    <w:rsid w:val="00C70A26"/>
    <w:rsid w:val="00C76597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938"/>
    <w:rsid w:val="00D11164"/>
    <w:rsid w:val="00D12EA1"/>
    <w:rsid w:val="00D17C3C"/>
    <w:rsid w:val="00D23DB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B0D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AAD"/>
    <w:rsid w:val="00EE32DE"/>
    <w:rsid w:val="00EE5457"/>
    <w:rsid w:val="00F070AB"/>
    <w:rsid w:val="00F17567"/>
    <w:rsid w:val="00F17CB3"/>
    <w:rsid w:val="00F206AD"/>
    <w:rsid w:val="00F27A7B"/>
    <w:rsid w:val="00F526AF"/>
    <w:rsid w:val="00F617C3"/>
    <w:rsid w:val="00F7066B"/>
    <w:rsid w:val="00F74EDF"/>
    <w:rsid w:val="00F83B28"/>
    <w:rsid w:val="00F84F69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58CA6"/>
  <w15:docId w15:val="{8AF24FF6-A924-49C8-AE6C-BF98C8D80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2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896E06-51E4-442B-BFC7-2F8854A8FF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D88CB9-84AE-4AE5-9568-B721D438FB0C}"/>
</file>

<file path=customXml/itemProps3.xml><?xml version="1.0" encoding="utf-8"?>
<ds:datastoreItem xmlns:ds="http://schemas.openxmlformats.org/officeDocument/2006/customXml" ds:itemID="{5544D641-15E2-4BAB-B2BA-3C62C579D8ED}"/>
</file>

<file path=customXml/itemProps4.xml><?xml version="1.0" encoding="utf-8"?>
<ds:datastoreItem xmlns:ds="http://schemas.openxmlformats.org/officeDocument/2006/customXml" ds:itemID="{7D6A8F42-EEB2-4C51-811C-E16FB458986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98</TotalTime>
  <Pages>5</Pages>
  <Words>1146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5</cp:revision>
  <cp:lastPrinted>2019-02-06T12:12:00Z</cp:lastPrinted>
  <dcterms:created xsi:type="dcterms:W3CDTF">2020-10-30T05:10:00Z</dcterms:created>
  <dcterms:modified xsi:type="dcterms:W3CDTF">2021-10-01T13:01:00Z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